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7B90E" w14:textId="77777777"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14:paraId="38E32D78" w14:textId="77777777"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14:paraId="7E543732" w14:textId="77777777"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14:paraId="7FD67ADD" w14:textId="77777777"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14:paraId="62345A4F" w14:textId="77777777"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D796371" w14:textId="77777777"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14:paraId="04E89842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A25C3E9" w14:textId="77777777"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5D9BABB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4CDD5FCA" w14:textId="77777777"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63B0A9A3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14:paraId="0B68C994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E09F3CE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EDAF2C9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0A0F7C3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1A4DDFAA" w14:textId="77777777"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14:paraId="388A3ED8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14:paraId="4DD68BB1" w14:textId="285C5AE3" w:rsidR="007470CE" w:rsidRPr="007470CE" w:rsidRDefault="00150BD1" w:rsidP="007470CE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061B1">
        <w:rPr>
          <w:rFonts w:ascii="BIZ UD明朝 Medium" w:eastAsia="BIZ UD明朝 Medium" w:hAnsi="ＭＳ 明朝" w:hint="eastAsia"/>
          <w:spacing w:val="16"/>
          <w:sz w:val="21"/>
          <w:szCs w:val="21"/>
        </w:rPr>
        <w:t>薬用冷蔵ショーケース</w:t>
      </w:r>
      <w:r w:rsidR="007470CE" w:rsidRPr="007470CE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3061B1">
        <w:rPr>
          <w:rFonts w:ascii="BIZ UD明朝 Medium" w:eastAsia="BIZ UD明朝 Medium" w:hAnsi="ＭＳ 明朝" w:hint="eastAsia"/>
          <w:spacing w:val="16"/>
          <w:sz w:val="21"/>
          <w:szCs w:val="21"/>
        </w:rPr>
        <w:t>４</w:t>
      </w:r>
      <w:r w:rsidR="00D22CCF">
        <w:rPr>
          <w:rFonts w:ascii="BIZ UD明朝 Medium" w:eastAsia="BIZ UD明朝 Medium" w:hAnsi="ＭＳ 明朝" w:hint="eastAsia"/>
          <w:spacing w:val="16"/>
          <w:sz w:val="21"/>
          <w:szCs w:val="21"/>
        </w:rPr>
        <w:t>台</w:t>
      </w:r>
    </w:p>
    <w:p w14:paraId="685760A9" w14:textId="77777777" w:rsidR="00150BD1" w:rsidRPr="00F85E70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7B24244F" w14:textId="77777777"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14:paraId="3491E0A3" w14:textId="648E331D"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5966B2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3061B1">
        <w:rPr>
          <w:rFonts w:ascii="BIZ UD明朝 Medium" w:eastAsia="BIZ UD明朝 Medium" w:hAnsi="ＭＳ 明朝" w:hint="eastAsia"/>
          <w:spacing w:val="16"/>
          <w:szCs w:val="22"/>
        </w:rPr>
        <w:t>１０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3061B1">
        <w:rPr>
          <w:rFonts w:ascii="BIZ UD明朝 Medium" w:eastAsia="BIZ UD明朝 Medium" w:hAnsi="ＭＳ 明朝" w:hint="eastAsia"/>
          <w:spacing w:val="16"/>
          <w:szCs w:val="22"/>
        </w:rPr>
        <w:t>２</w:t>
      </w:r>
      <w:r w:rsidR="00F85E70">
        <w:rPr>
          <w:rFonts w:ascii="BIZ UD明朝 Medium" w:eastAsia="BIZ UD明朝 Medium" w:hAnsi="ＭＳ 明朝" w:hint="eastAsia"/>
          <w:spacing w:val="16"/>
          <w:szCs w:val="22"/>
        </w:rPr>
        <w:t>０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3061B1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5B63A375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18829BF8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14:paraId="65A6321D" w14:textId="77777777"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33DD6524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F7DF16A" w14:textId="77777777"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14:paraId="2DA35975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6EABB132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14:paraId="55DADFB1" w14:textId="77777777" w:rsidTr="00520537">
        <w:tc>
          <w:tcPr>
            <w:tcW w:w="2456" w:type="dxa"/>
            <w:vAlign w:val="center"/>
          </w:tcPr>
          <w:p w14:paraId="4BB9C73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311D8DE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14:paraId="73A1E32C" w14:textId="77777777" w:rsidTr="00520537">
        <w:tc>
          <w:tcPr>
            <w:tcW w:w="2456" w:type="dxa"/>
            <w:vAlign w:val="center"/>
          </w:tcPr>
          <w:p w14:paraId="48C46949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207E325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14:paraId="3E111E7C" w14:textId="77777777" w:rsidTr="00D20A7B">
        <w:tc>
          <w:tcPr>
            <w:tcW w:w="2456" w:type="dxa"/>
            <w:vAlign w:val="center"/>
          </w:tcPr>
          <w:p w14:paraId="2494FBE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0291B780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B395B67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52745736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4428676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172D4086" w14:textId="77777777"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14:paraId="4AAF00CE" w14:textId="77777777" w:rsidTr="00520537">
        <w:tc>
          <w:tcPr>
            <w:tcW w:w="2456" w:type="dxa"/>
            <w:vAlign w:val="center"/>
          </w:tcPr>
          <w:p w14:paraId="31CB51AA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6008BFB2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14:paraId="36BEC351" w14:textId="77777777"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4F57C428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14:paraId="750D022D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14:paraId="0F197BC6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14:paraId="5FAE257B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6201F" w14:textId="77777777" w:rsidR="00652927" w:rsidRDefault="00652927">
      <w:r>
        <w:separator/>
      </w:r>
    </w:p>
  </w:endnote>
  <w:endnote w:type="continuationSeparator" w:id="0">
    <w:p w14:paraId="3D22E158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CB01F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1D7D7BFE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EFF5B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00ADA" w14:textId="77777777" w:rsidR="00652927" w:rsidRDefault="00652927">
      <w:r>
        <w:separator/>
      </w:r>
    </w:p>
  </w:footnote>
  <w:footnote w:type="continuationSeparator" w:id="0">
    <w:p w14:paraId="7FBD0740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23C57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5919562">
    <w:abstractNumId w:val="4"/>
  </w:num>
  <w:num w:numId="2" w16cid:durableId="1683892815">
    <w:abstractNumId w:val="0"/>
  </w:num>
  <w:num w:numId="3" w16cid:durableId="44573679">
    <w:abstractNumId w:val="3"/>
  </w:num>
  <w:num w:numId="4" w16cid:durableId="714082465">
    <w:abstractNumId w:val="1"/>
  </w:num>
  <w:num w:numId="5" w16cid:durableId="13169596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53EE1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1F72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76818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5720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61B1"/>
    <w:rsid w:val="00307C95"/>
    <w:rsid w:val="00310A28"/>
    <w:rsid w:val="00321D20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16E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BA1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A6165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485C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B2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2F63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470CE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A61B3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1295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4ED6"/>
    <w:rsid w:val="009A5180"/>
    <w:rsid w:val="009A7A21"/>
    <w:rsid w:val="009A7C04"/>
    <w:rsid w:val="009B1EF8"/>
    <w:rsid w:val="009B40ED"/>
    <w:rsid w:val="009B5985"/>
    <w:rsid w:val="009B6D4C"/>
    <w:rsid w:val="009B7772"/>
    <w:rsid w:val="009C0AFA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30F21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2CCF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87D6F"/>
    <w:rsid w:val="00D92393"/>
    <w:rsid w:val="00DA05E9"/>
    <w:rsid w:val="00DA09DF"/>
    <w:rsid w:val="00DA1E21"/>
    <w:rsid w:val="00DB3295"/>
    <w:rsid w:val="00DB5EF8"/>
    <w:rsid w:val="00DB6508"/>
    <w:rsid w:val="00DB678B"/>
    <w:rsid w:val="00DB6ABC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16F6"/>
    <w:rsid w:val="00F3451A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85E70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>
      <v:textbox inset="5.85pt,.7pt,5.85pt,.7pt"/>
    </o:shapedefaults>
    <o:shapelayout v:ext="edit">
      <o:idmap v:ext="edit" data="1"/>
    </o:shapelayout>
  </w:shapeDefaults>
  <w:decimalSymbol w:val="."/>
  <w:listSeparator w:val=","/>
  <w14:docId w14:val="537183E8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85B067-873B-43B7-B2EC-1E0C65593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87</TotalTime>
  <Pages>1</Pages>
  <Words>260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村松 竜平</cp:lastModifiedBy>
  <cp:revision>57</cp:revision>
  <cp:lastPrinted>2025-10-10T01:26:00Z</cp:lastPrinted>
  <dcterms:created xsi:type="dcterms:W3CDTF">2020-01-22T03:01:00Z</dcterms:created>
  <dcterms:modified xsi:type="dcterms:W3CDTF">2025-10-10T01:27:00Z</dcterms:modified>
</cp:coreProperties>
</file>